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4DB8" w14:textId="5B70B6AA" w:rsidR="002B3BD4" w:rsidRDefault="00AF4E70" w:rsidP="002B3BD4">
      <w:pPr>
        <w:rPr>
          <w:noProof/>
        </w:rPr>
      </w:pPr>
      <w:r w:rsidRPr="00BF49BE">
        <w:rPr>
          <w:noProof/>
        </w:rPr>
        <w:drawing>
          <wp:inline distT="0" distB="0" distL="0" distR="0" wp14:anchorId="57EDD315" wp14:editId="7815126C">
            <wp:extent cx="5943600" cy="325755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F8DFF" w14:textId="77777777" w:rsidR="002B3BD4" w:rsidRDefault="002B3BD4" w:rsidP="002B3BD4">
      <w:pPr>
        <w:rPr>
          <w:noProof/>
        </w:rPr>
      </w:pPr>
    </w:p>
    <w:p w14:paraId="08F736BF" w14:textId="094C4613" w:rsidR="002B3BD4" w:rsidRDefault="00AF4E70" w:rsidP="002B3BD4">
      <w:pPr>
        <w:rPr>
          <w:noProof/>
        </w:rPr>
      </w:pPr>
      <w:r w:rsidRPr="00BF49BE">
        <w:rPr>
          <w:noProof/>
        </w:rPr>
        <w:drawing>
          <wp:inline distT="0" distB="0" distL="0" distR="0" wp14:anchorId="59C7B6CD" wp14:editId="0DBF91E2">
            <wp:extent cx="5943600" cy="3324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BFF54" w14:textId="2463C280" w:rsidR="002B3BD4" w:rsidRDefault="00AF4E70" w:rsidP="002B3BD4">
      <w:r w:rsidRPr="00BF49BE">
        <w:rPr>
          <w:noProof/>
        </w:rPr>
        <w:lastRenderedPageBreak/>
        <w:drawing>
          <wp:inline distT="0" distB="0" distL="0" distR="0" wp14:anchorId="5DBCBF12" wp14:editId="72B85362">
            <wp:extent cx="5943600" cy="3181350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EE6FF" w14:textId="77777777" w:rsidR="002B3BD4" w:rsidRDefault="002B3BD4" w:rsidP="002B3BD4"/>
    <w:p w14:paraId="4370A84B" w14:textId="77777777" w:rsidR="002B3BD4" w:rsidRDefault="002B3BD4" w:rsidP="002B3BD4">
      <w:pPr>
        <w:rPr>
          <w:noProof/>
        </w:rPr>
      </w:pPr>
    </w:p>
    <w:p w14:paraId="53F50F33" w14:textId="77777777" w:rsidR="002B3BD4" w:rsidRDefault="002B3BD4" w:rsidP="002B3BD4">
      <w:pPr>
        <w:rPr>
          <w:noProof/>
        </w:rPr>
      </w:pPr>
    </w:p>
    <w:p w14:paraId="7B54FC14" w14:textId="3796E62A" w:rsidR="002B3BD4" w:rsidRDefault="00AF4E70" w:rsidP="002B3BD4">
      <w:r w:rsidRPr="00BF49BE">
        <w:rPr>
          <w:noProof/>
        </w:rPr>
        <w:drawing>
          <wp:inline distT="0" distB="0" distL="0" distR="0" wp14:anchorId="2CFB0542" wp14:editId="30AB52DE">
            <wp:extent cx="5943600" cy="3295650"/>
            <wp:effectExtent l="0" t="0" r="0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78255" w14:textId="77777777" w:rsidR="002B3BD4" w:rsidRDefault="002B3BD4" w:rsidP="002B3BD4">
      <w:pPr>
        <w:rPr>
          <w:noProof/>
        </w:rPr>
      </w:pPr>
    </w:p>
    <w:p w14:paraId="662F9C1E" w14:textId="77777777" w:rsidR="002B3BD4" w:rsidRDefault="002B3BD4" w:rsidP="002B3BD4">
      <w:pPr>
        <w:rPr>
          <w:noProof/>
        </w:rPr>
      </w:pPr>
    </w:p>
    <w:p w14:paraId="4B850F4D" w14:textId="77777777" w:rsidR="002B3BD4" w:rsidRDefault="002B3BD4" w:rsidP="002B3BD4">
      <w:pPr>
        <w:rPr>
          <w:noProof/>
        </w:rPr>
      </w:pPr>
    </w:p>
    <w:p w14:paraId="4AA8E619" w14:textId="6276BF57" w:rsidR="002B3BD4" w:rsidRDefault="00AF4E70" w:rsidP="002B3BD4">
      <w:r w:rsidRPr="00BF49BE">
        <w:rPr>
          <w:noProof/>
        </w:rPr>
        <w:drawing>
          <wp:inline distT="0" distB="0" distL="0" distR="0" wp14:anchorId="35058826" wp14:editId="201BB836">
            <wp:extent cx="5943600" cy="3171825"/>
            <wp:effectExtent l="0" t="0" r="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020DA" w14:textId="77777777" w:rsidR="002B3BD4" w:rsidRDefault="002B3BD4" w:rsidP="002B3BD4">
      <w:pPr>
        <w:rPr>
          <w:noProof/>
        </w:rPr>
      </w:pPr>
    </w:p>
    <w:p w14:paraId="504927E2" w14:textId="77777777" w:rsidR="002B3BD4" w:rsidRDefault="002B3BD4" w:rsidP="002B3BD4">
      <w:pPr>
        <w:rPr>
          <w:noProof/>
        </w:rPr>
      </w:pPr>
    </w:p>
    <w:p w14:paraId="218BD707" w14:textId="7E2FF800" w:rsidR="002B3BD4" w:rsidRDefault="00AF4E70" w:rsidP="002B3BD4">
      <w:r w:rsidRPr="00BF49BE">
        <w:rPr>
          <w:noProof/>
        </w:rPr>
        <w:drawing>
          <wp:inline distT="0" distB="0" distL="0" distR="0" wp14:anchorId="3044E51C" wp14:editId="368A9983">
            <wp:extent cx="5943600" cy="3409950"/>
            <wp:effectExtent l="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4FDCA" w14:textId="5BB8B7F3" w:rsidR="002B3BD4" w:rsidRDefault="00AF4E70" w:rsidP="002B3BD4">
      <w:r w:rsidRPr="00BF49BE">
        <w:rPr>
          <w:noProof/>
        </w:rPr>
        <w:lastRenderedPageBreak/>
        <w:drawing>
          <wp:inline distT="0" distB="0" distL="0" distR="0" wp14:anchorId="5E162BB3" wp14:editId="4B356D8E">
            <wp:extent cx="5943600" cy="4133850"/>
            <wp:effectExtent l="0" t="0" r="0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8E47A" w14:textId="77777777" w:rsidR="002B3BD4" w:rsidRDefault="002B3BD4" w:rsidP="002B3BD4"/>
    <w:p w14:paraId="13722212" w14:textId="13B82F06" w:rsidR="002B3BD4" w:rsidRDefault="00AF4E70" w:rsidP="002B3BD4">
      <w:r w:rsidRPr="00BF49BE">
        <w:rPr>
          <w:noProof/>
        </w:rPr>
        <w:drawing>
          <wp:inline distT="0" distB="0" distL="0" distR="0" wp14:anchorId="13976BA4" wp14:editId="21CEC069">
            <wp:extent cx="5943600" cy="3609975"/>
            <wp:effectExtent l="0" t="0" r="0" b="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1C8DC" w14:textId="1562AE37" w:rsidR="002B3BD4" w:rsidRDefault="00AF4E70" w:rsidP="002B3BD4">
      <w:r w:rsidRPr="00BF49BE">
        <w:rPr>
          <w:noProof/>
        </w:rPr>
        <w:lastRenderedPageBreak/>
        <w:drawing>
          <wp:inline distT="0" distB="0" distL="0" distR="0" wp14:anchorId="33091E7D" wp14:editId="08D603F6">
            <wp:extent cx="5943600" cy="3552825"/>
            <wp:effectExtent l="0" t="0" r="0" b="0"/>
            <wp:docPr id="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35BDE" w14:textId="77777777" w:rsidR="002B3BD4" w:rsidRDefault="002B3BD4" w:rsidP="002B3BD4">
      <w:pPr>
        <w:rPr>
          <w:noProof/>
        </w:rPr>
      </w:pPr>
    </w:p>
    <w:p w14:paraId="0A78131E" w14:textId="5C7C5372" w:rsidR="002B3BD4" w:rsidRDefault="00AF4E70" w:rsidP="002B3BD4">
      <w:pPr>
        <w:rPr>
          <w:noProof/>
        </w:rPr>
      </w:pPr>
      <w:r w:rsidRPr="00BF49BE">
        <w:rPr>
          <w:noProof/>
        </w:rPr>
        <w:lastRenderedPageBreak/>
        <w:drawing>
          <wp:inline distT="0" distB="0" distL="0" distR="0" wp14:anchorId="7FE365D1" wp14:editId="0E57E1C1">
            <wp:extent cx="5943600" cy="4429125"/>
            <wp:effectExtent l="0" t="0" r="0" b="0"/>
            <wp:docPr id="1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2139B" w14:textId="77777777" w:rsidR="002B3BD4" w:rsidRDefault="002B3BD4" w:rsidP="002B3BD4">
      <w:pPr>
        <w:rPr>
          <w:noProof/>
        </w:rPr>
      </w:pPr>
    </w:p>
    <w:p w14:paraId="0836F382" w14:textId="77777777" w:rsidR="002B3BD4" w:rsidRDefault="002B3BD4" w:rsidP="002B3BD4">
      <w:pPr>
        <w:rPr>
          <w:noProof/>
        </w:rPr>
      </w:pPr>
    </w:p>
    <w:p w14:paraId="3F287FAB" w14:textId="77777777" w:rsidR="002B3BD4" w:rsidRDefault="002B3BD4" w:rsidP="002B3BD4">
      <w:pPr>
        <w:rPr>
          <w:noProof/>
        </w:rPr>
      </w:pPr>
    </w:p>
    <w:p w14:paraId="0FB69ADE" w14:textId="77777777" w:rsidR="002B3BD4" w:rsidRDefault="002B3BD4" w:rsidP="002B3BD4">
      <w:pPr>
        <w:rPr>
          <w:noProof/>
        </w:rPr>
      </w:pPr>
    </w:p>
    <w:p w14:paraId="6B5FDEA8" w14:textId="29FD2AFB" w:rsidR="00DE32E8" w:rsidRPr="002B3BD4" w:rsidRDefault="00AF4E70" w:rsidP="002B3BD4">
      <w:r w:rsidRPr="00BF49BE">
        <w:rPr>
          <w:noProof/>
        </w:rPr>
        <w:drawing>
          <wp:inline distT="0" distB="0" distL="0" distR="0" wp14:anchorId="51C5FCE9" wp14:editId="2431EA7B">
            <wp:extent cx="5943600" cy="2381250"/>
            <wp:effectExtent l="0" t="0" r="0" b="0"/>
            <wp:docPr id="1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32E8" w:rsidRPr="002B3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E70"/>
    <w:rsid w:val="000D62B7"/>
    <w:rsid w:val="002B3BD4"/>
    <w:rsid w:val="00887A7F"/>
    <w:rsid w:val="00AF4E70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709DB"/>
  <w15:chartTrackingRefBased/>
  <w15:docId w15:val="{4E40B600-ACBD-468F-B426-B29D90F6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\Downloads\ppt%20backgrounds%20doc%20(wecompress.com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ppt backgrounds doc (wecompress.com)</Template>
  <TotalTime>0</TotalTime>
  <Pages>6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naira.salaheldin@gmail.com</cp:lastModifiedBy>
  <cp:revision>1</cp:revision>
  <dcterms:created xsi:type="dcterms:W3CDTF">2022-06-30T23:31:00Z</dcterms:created>
  <dcterms:modified xsi:type="dcterms:W3CDTF">2022-06-30T23:31:00Z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000800f8050000000000010291410207f7000400038000</vt:lpwstr>
  </property>
</Properties>
</file>